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长方体（一）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用丝带捆扎一种礼品盒（如下图），接头处长25厘米，要捆扎这种礼品盒需准备（    ）的丝带比较合理。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00175" cy="70485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【详解】根据长方体的特征，相对棱的长度相等，结合图形可得：丝带的长度＝长方体的2条长+2条宽+4条高，再加上打结用的25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厘米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，即30×2+20×2+25×4+25＝225（厘米）。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【答案】225厘米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用12个棱长1厘米的小正方体拼成一个长3厘米、宽与高都是2厘米的大长方体，再将它去掉一个小正方体（如图所示），现在它的表面积是（    ）平方厘米。如果去掉的是角上的一个小正方体，它的表面积是（    ）平方厘米。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76300" cy="64770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由图形可知，在棱的中间去掉一个小正方体后，表面积比原来增加了2个小正方体面的面积，即在原长方体表面积的基础上加2个小正方体面的面积。即3×1=3（厘米），2×1=3（厘米），3×2×4+2×2×2+1×1×2=34（平方厘米）；如果去掉的是角上的一个小正方体，与原长方体相比表面积不会发生改变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3×2×4+2×2×2=32（平方厘米）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【答案】34   32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D46023"/>
    <w:rsid w:val="55D4602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2018-08-15T06:43:00Z</dcterms:created>
  <dc:creator>123</dc:creator>
  <cp:lastModifiedBy>123</cp:lastModifiedBy>
  <dcterms:modified xsi:type="dcterms:W3CDTF">2018-08-15T06:45:44Z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